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pPr w:leftFromText="180" w:rightFromText="180" w:vertAnchor="text" w:horzAnchor="page" w:tblpX="1592" w:tblpY="-194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245"/>
      </w:tblGrid>
      <w:tr w:rsidR="000E22F6" w:rsidTr="002A04F4">
        <w:trPr>
          <w:trHeight w:val="1128"/>
        </w:trPr>
        <w:tc>
          <w:tcPr>
            <w:tcW w:w="4536" w:type="dxa"/>
            <w:shd w:val="clear" w:color="auto" w:fill="auto"/>
          </w:tcPr>
          <w:p w:rsidR="000E22F6" w:rsidRDefault="002E0018" w:rsidP="00B67001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457200" cy="581025"/>
                  <wp:effectExtent l="0" t="0" r="0" b="9525"/>
                  <wp:docPr id="13" name="Рисунок 13" descr="gerb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gerb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46" t="3175" r="13846" b="3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0E22F6" w:rsidRDefault="000E22F6" w:rsidP="00B67001">
            <w:pPr>
              <w:pStyle w:val="a6"/>
              <w:ind w:firstLine="1108"/>
              <w:rPr>
                <w:sz w:val="20"/>
                <w:szCs w:val="20"/>
              </w:rPr>
            </w:pPr>
          </w:p>
          <w:p w:rsidR="000E22F6" w:rsidRDefault="000E22F6" w:rsidP="00B67001">
            <w:pPr>
              <w:pStyle w:val="a6"/>
              <w:ind w:firstLine="1108"/>
              <w:rPr>
                <w:sz w:val="20"/>
                <w:szCs w:val="20"/>
              </w:rPr>
            </w:pPr>
          </w:p>
          <w:p w:rsidR="00A00F25" w:rsidRDefault="0024795E" w:rsidP="00A00F25">
            <w:pPr>
              <w:tabs>
                <w:tab w:val="left" w:pos="705"/>
              </w:tabs>
              <w:rPr>
                <w:rFonts w:cs="Times New Roman"/>
                <w:sz w:val="28"/>
                <w:szCs w:val="28"/>
              </w:rPr>
            </w:pPr>
            <w:r>
              <w:t xml:space="preserve"> </w:t>
            </w:r>
            <w:r w:rsidR="004312F2">
              <w:rPr>
                <w:rFonts w:cs="Times New Roman"/>
                <w:sz w:val="28"/>
                <w:szCs w:val="28"/>
              </w:rPr>
              <w:t xml:space="preserve"> </w:t>
            </w:r>
            <w:r w:rsidR="004312F2">
              <w:rPr>
                <w:rFonts w:cs="Times New Roman"/>
                <w:sz w:val="28"/>
                <w:szCs w:val="28"/>
              </w:rPr>
              <w:tab/>
            </w:r>
          </w:p>
          <w:p w:rsidR="000F6479" w:rsidRPr="00FF72D3" w:rsidRDefault="000F6479" w:rsidP="00A00F25">
            <w:pPr>
              <w:tabs>
                <w:tab w:val="left" w:pos="705"/>
              </w:tabs>
            </w:pPr>
          </w:p>
          <w:p w:rsidR="002A04F4" w:rsidRDefault="00A51FAB" w:rsidP="00B67001">
            <w:pPr>
              <w:tabs>
                <w:tab w:val="left" w:pos="705"/>
              </w:tabs>
              <w:ind w:left="709"/>
              <w:rPr>
                <w:sz w:val="28"/>
                <w:szCs w:val="28"/>
              </w:rPr>
            </w:pPr>
            <w:r w:rsidRPr="00A51FAB">
              <w:rPr>
                <w:sz w:val="28"/>
                <w:szCs w:val="28"/>
              </w:rPr>
              <w:t xml:space="preserve">Руководителям </w:t>
            </w:r>
          </w:p>
          <w:p w:rsidR="00A51FAB" w:rsidRDefault="00A51FAB" w:rsidP="00B67001">
            <w:pPr>
              <w:tabs>
                <w:tab w:val="left" w:pos="705"/>
              </w:tabs>
              <w:ind w:left="709"/>
              <w:rPr>
                <w:sz w:val="28"/>
                <w:szCs w:val="28"/>
              </w:rPr>
            </w:pPr>
            <w:r w:rsidRPr="00A51FAB">
              <w:rPr>
                <w:sz w:val="28"/>
                <w:szCs w:val="28"/>
              </w:rPr>
              <w:t xml:space="preserve">общеобразовательных </w:t>
            </w:r>
          </w:p>
          <w:p w:rsidR="00B67001" w:rsidRDefault="002A04F4" w:rsidP="00B67001">
            <w:pPr>
              <w:tabs>
                <w:tab w:val="left" w:pos="705"/>
              </w:tabs>
              <w:ind w:left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51FAB" w:rsidRPr="00A51FAB">
              <w:rPr>
                <w:sz w:val="28"/>
                <w:szCs w:val="28"/>
              </w:rPr>
              <w:t>рганизаций</w:t>
            </w:r>
          </w:p>
          <w:p w:rsidR="002A04F4" w:rsidRPr="00A51FAB" w:rsidRDefault="002A04F4" w:rsidP="002A04F4">
            <w:pPr>
              <w:tabs>
                <w:tab w:val="left" w:pos="705"/>
              </w:tabs>
              <w:ind w:left="709"/>
              <w:rPr>
                <w:sz w:val="28"/>
                <w:szCs w:val="28"/>
              </w:rPr>
            </w:pPr>
          </w:p>
        </w:tc>
      </w:tr>
      <w:tr w:rsidR="000E22F6" w:rsidTr="002A04F4">
        <w:trPr>
          <w:trHeight w:val="1430"/>
        </w:trPr>
        <w:tc>
          <w:tcPr>
            <w:tcW w:w="4536" w:type="dxa"/>
            <w:shd w:val="clear" w:color="auto" w:fill="auto"/>
          </w:tcPr>
          <w:p w:rsidR="000E22F6" w:rsidRPr="00AA6078" w:rsidRDefault="00634E40" w:rsidP="00B67001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AA6078">
              <w:rPr>
                <w:b/>
                <w:bCs/>
                <w:sz w:val="20"/>
                <w:szCs w:val="20"/>
              </w:rPr>
              <w:t>А</w:t>
            </w:r>
            <w:r w:rsidR="00AA6078" w:rsidRPr="00AA6078">
              <w:rPr>
                <w:b/>
                <w:bCs/>
                <w:sz w:val="20"/>
                <w:szCs w:val="20"/>
              </w:rPr>
              <w:t>ДМИНИСТРАЦИЯ</w:t>
            </w:r>
          </w:p>
          <w:p w:rsidR="000E22F6" w:rsidRDefault="00AA6078" w:rsidP="00B67001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AA6078">
              <w:rPr>
                <w:b/>
                <w:bCs/>
                <w:sz w:val="20"/>
                <w:szCs w:val="20"/>
              </w:rPr>
              <w:t>МУНИЦИПАЛЬНОГО ОБРАЗОВАНИЯ</w:t>
            </w:r>
          </w:p>
          <w:p w:rsidR="00AA6078" w:rsidRDefault="00AA6078" w:rsidP="00B67001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«ГОРОД АСТРАХАНЬ»</w:t>
            </w:r>
          </w:p>
          <w:p w:rsidR="00AA6078" w:rsidRPr="00AA6078" w:rsidRDefault="00AA6078" w:rsidP="00B67001">
            <w:pPr>
              <w:pStyle w:val="a6"/>
              <w:jc w:val="center"/>
              <w:rPr>
                <w:b/>
                <w:bCs/>
              </w:rPr>
            </w:pPr>
          </w:p>
          <w:p w:rsidR="00346BB7" w:rsidRDefault="005D1D82" w:rsidP="006F3BA3">
            <w:pPr>
              <w:pStyle w:val="a6"/>
              <w:jc w:val="center"/>
              <w:rPr>
                <w:b/>
                <w:bCs/>
              </w:rPr>
            </w:pPr>
            <w:r w:rsidRPr="00AA6078">
              <w:rPr>
                <w:b/>
                <w:bCs/>
                <w:sz w:val="20"/>
                <w:szCs w:val="20"/>
              </w:rPr>
              <w:t>УПРАВЛЕНИЕ</w:t>
            </w:r>
            <w:r w:rsidR="00A77D6B">
              <w:rPr>
                <w:b/>
                <w:bCs/>
                <w:sz w:val="20"/>
                <w:szCs w:val="20"/>
              </w:rPr>
              <w:t xml:space="preserve"> ОБ</w:t>
            </w:r>
            <w:r w:rsidR="006F3BA3">
              <w:rPr>
                <w:b/>
                <w:bCs/>
                <w:sz w:val="20"/>
                <w:szCs w:val="20"/>
              </w:rPr>
              <w:t>РАЗОВАНИЯ</w:t>
            </w:r>
          </w:p>
          <w:p w:rsidR="005D1D82" w:rsidRPr="009819EB" w:rsidRDefault="005D1D82" w:rsidP="00B67001">
            <w:pPr>
              <w:pStyle w:val="a6"/>
              <w:jc w:val="center"/>
              <w:rPr>
                <w:b/>
                <w:bCs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0E22F6" w:rsidRDefault="000E22F6" w:rsidP="00B67001">
            <w:pPr>
              <w:pStyle w:val="a6"/>
              <w:ind w:firstLine="1108"/>
              <w:rPr>
                <w:sz w:val="20"/>
                <w:szCs w:val="20"/>
              </w:rPr>
            </w:pPr>
          </w:p>
        </w:tc>
      </w:tr>
      <w:tr w:rsidR="000E22F6" w:rsidTr="002A04F4">
        <w:trPr>
          <w:trHeight w:val="1409"/>
        </w:trPr>
        <w:tc>
          <w:tcPr>
            <w:tcW w:w="4536" w:type="dxa"/>
            <w:shd w:val="clear" w:color="auto" w:fill="auto"/>
          </w:tcPr>
          <w:p w:rsidR="000E22F6" w:rsidRPr="00EC1400" w:rsidRDefault="002663A7" w:rsidP="00B67001">
            <w:pPr>
              <w:pStyle w:val="a6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Б.Хмельницкого</w:t>
            </w:r>
            <w:proofErr w:type="spellEnd"/>
            <w:r w:rsidR="00AA6078">
              <w:rPr>
                <w:sz w:val="20"/>
                <w:szCs w:val="20"/>
              </w:rPr>
              <w:t xml:space="preserve"> ул., д.</w:t>
            </w:r>
            <w:r>
              <w:rPr>
                <w:sz w:val="20"/>
                <w:szCs w:val="20"/>
              </w:rPr>
              <w:t>29</w:t>
            </w:r>
            <w:r w:rsidR="00AA6078">
              <w:rPr>
                <w:sz w:val="20"/>
                <w:szCs w:val="20"/>
              </w:rPr>
              <w:t xml:space="preserve">, </w:t>
            </w:r>
            <w:r w:rsidR="000E22F6" w:rsidRPr="00EC1400">
              <w:rPr>
                <w:sz w:val="20"/>
                <w:szCs w:val="20"/>
              </w:rPr>
              <w:t>Астрахань</w:t>
            </w:r>
            <w:r w:rsidR="00AA6078">
              <w:rPr>
                <w:sz w:val="20"/>
                <w:szCs w:val="20"/>
              </w:rPr>
              <w:t xml:space="preserve">. </w:t>
            </w:r>
            <w:r w:rsidR="00AA6078" w:rsidRPr="00EC1400">
              <w:rPr>
                <w:sz w:val="20"/>
                <w:szCs w:val="20"/>
              </w:rPr>
              <w:t>4140</w:t>
            </w:r>
            <w:r>
              <w:rPr>
                <w:sz w:val="20"/>
                <w:szCs w:val="20"/>
              </w:rPr>
              <w:t>24</w:t>
            </w:r>
          </w:p>
          <w:p w:rsidR="000E22F6" w:rsidRDefault="000E22F6" w:rsidP="00B67001">
            <w:pPr>
              <w:pStyle w:val="a6"/>
              <w:jc w:val="center"/>
              <w:rPr>
                <w:sz w:val="20"/>
                <w:szCs w:val="20"/>
              </w:rPr>
            </w:pPr>
            <w:r w:rsidRPr="00EC1400">
              <w:rPr>
                <w:sz w:val="20"/>
                <w:szCs w:val="20"/>
              </w:rPr>
              <w:t>Тел</w:t>
            </w:r>
            <w:r w:rsidR="00AA6078">
              <w:rPr>
                <w:sz w:val="20"/>
                <w:szCs w:val="20"/>
              </w:rPr>
              <w:t>.</w:t>
            </w:r>
            <w:r w:rsidR="00634E40">
              <w:rPr>
                <w:sz w:val="20"/>
                <w:szCs w:val="20"/>
              </w:rPr>
              <w:t xml:space="preserve">(8512) </w:t>
            </w:r>
            <w:r w:rsidR="005D1D82">
              <w:rPr>
                <w:sz w:val="20"/>
                <w:szCs w:val="20"/>
              </w:rPr>
              <w:t>52-39-85</w:t>
            </w:r>
            <w:r w:rsidR="00AA6078">
              <w:rPr>
                <w:sz w:val="20"/>
                <w:szCs w:val="20"/>
              </w:rPr>
              <w:t>;</w:t>
            </w:r>
            <w:r w:rsidR="002E0018">
              <w:rPr>
                <w:sz w:val="20"/>
                <w:szCs w:val="20"/>
              </w:rPr>
              <w:t xml:space="preserve"> </w:t>
            </w:r>
            <w:r w:rsidR="00AA6078">
              <w:rPr>
                <w:sz w:val="20"/>
                <w:szCs w:val="20"/>
              </w:rPr>
              <w:t>факс</w:t>
            </w:r>
            <w:r w:rsidR="002E0018">
              <w:rPr>
                <w:sz w:val="20"/>
                <w:szCs w:val="20"/>
              </w:rPr>
              <w:t xml:space="preserve"> (8512) 63-23-44</w:t>
            </w:r>
          </w:p>
          <w:p w:rsidR="002E0018" w:rsidRPr="00B55438" w:rsidRDefault="002E0018" w:rsidP="00B67001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="00B5543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>
              <w:rPr>
                <w:sz w:val="20"/>
                <w:szCs w:val="20"/>
              </w:rPr>
              <w:t>:</w:t>
            </w:r>
            <w:proofErr w:type="spellStart"/>
            <w:r w:rsidR="00B55438">
              <w:rPr>
                <w:sz w:val="20"/>
                <w:szCs w:val="20"/>
                <w:lang w:val="en-US"/>
              </w:rPr>
              <w:t>oso</w:t>
            </w:r>
            <w:proofErr w:type="spellEnd"/>
            <w:r w:rsidR="00B55438" w:rsidRPr="00B55438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kon</w:t>
            </w:r>
            <w:proofErr w:type="spellEnd"/>
            <w:r w:rsidRPr="00B55438"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yandex</w:t>
            </w:r>
            <w:proofErr w:type="spellEnd"/>
            <w:r w:rsidRPr="00B55438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0E22F6" w:rsidRPr="00634E40" w:rsidRDefault="000E22F6" w:rsidP="00B67001">
            <w:pPr>
              <w:pStyle w:val="a6"/>
              <w:jc w:val="center"/>
              <w:rPr>
                <w:sz w:val="12"/>
                <w:szCs w:val="12"/>
              </w:rPr>
            </w:pP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791"/>
              <w:gridCol w:w="1418"/>
              <w:gridCol w:w="501"/>
              <w:gridCol w:w="1826"/>
            </w:tblGrid>
            <w:tr w:rsidR="0017331E" w:rsidRPr="00525F88" w:rsidTr="0070166C">
              <w:trPr>
                <w:cantSplit/>
                <w:trHeight w:val="425"/>
              </w:trPr>
              <w:tc>
                <w:tcPr>
                  <w:tcW w:w="220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17331E" w:rsidRPr="00525F88" w:rsidRDefault="00CC2316" w:rsidP="00CC2316">
                  <w:pPr>
                    <w:pStyle w:val="a6"/>
                    <w:framePr w:hSpace="180" w:wrap="around" w:vAnchor="text" w:hAnchor="page" w:x="1592" w:y="-19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13.11.2023</w:t>
                  </w:r>
                </w:p>
              </w:tc>
              <w:tc>
                <w:tcPr>
                  <w:tcW w:w="501" w:type="dxa"/>
                  <w:vAlign w:val="bottom"/>
                </w:tcPr>
                <w:p w:rsidR="0017331E" w:rsidRPr="00525F88" w:rsidRDefault="0017331E" w:rsidP="00CC2316">
                  <w:pPr>
                    <w:pStyle w:val="a6"/>
                    <w:framePr w:hSpace="180" w:wrap="around" w:vAnchor="text" w:hAnchor="page" w:x="1592" w:y="-194"/>
                    <w:rPr>
                      <w:sz w:val="20"/>
                      <w:szCs w:val="20"/>
                    </w:rPr>
                  </w:pPr>
                  <w:r w:rsidRPr="00525F88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826" w:type="dxa"/>
                  <w:tcBorders>
                    <w:bottom w:val="single" w:sz="4" w:space="0" w:color="auto"/>
                  </w:tcBorders>
                  <w:vAlign w:val="bottom"/>
                </w:tcPr>
                <w:p w:rsidR="0017331E" w:rsidRPr="00525F88" w:rsidRDefault="0017331E" w:rsidP="00CC2316">
                  <w:pPr>
                    <w:pStyle w:val="a6"/>
                    <w:framePr w:hSpace="180" w:wrap="around" w:vAnchor="text" w:hAnchor="page" w:x="1592" w:y="-194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7331E" w:rsidRPr="00525F88" w:rsidTr="0070166C">
              <w:trPr>
                <w:cantSplit/>
                <w:trHeight w:val="425"/>
              </w:trPr>
              <w:tc>
                <w:tcPr>
                  <w:tcW w:w="791" w:type="dxa"/>
                  <w:tcBorders>
                    <w:top w:val="single" w:sz="4" w:space="0" w:color="auto"/>
                  </w:tcBorders>
                  <w:vAlign w:val="bottom"/>
                </w:tcPr>
                <w:p w:rsidR="0017331E" w:rsidRPr="00525F88" w:rsidRDefault="0017331E" w:rsidP="00CC2316">
                  <w:pPr>
                    <w:pStyle w:val="a6"/>
                    <w:framePr w:hSpace="180" w:wrap="around" w:vAnchor="text" w:hAnchor="page" w:x="1592" w:y="-194"/>
                    <w:rPr>
                      <w:sz w:val="20"/>
                      <w:szCs w:val="20"/>
                    </w:rPr>
                  </w:pPr>
                  <w:r w:rsidRPr="00525F88">
                    <w:rPr>
                      <w:sz w:val="20"/>
                      <w:szCs w:val="20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17331E" w:rsidRPr="00525F88" w:rsidRDefault="0017331E" w:rsidP="00CC2316">
                  <w:pPr>
                    <w:pStyle w:val="a6"/>
                    <w:framePr w:hSpace="180" w:wrap="around" w:vAnchor="text" w:hAnchor="page" w:x="1592" w:y="-194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01" w:type="dxa"/>
                  <w:vAlign w:val="bottom"/>
                </w:tcPr>
                <w:p w:rsidR="0017331E" w:rsidRPr="00525F88" w:rsidRDefault="0017331E" w:rsidP="00CC2316">
                  <w:pPr>
                    <w:pStyle w:val="a6"/>
                    <w:framePr w:hSpace="180" w:wrap="around" w:vAnchor="text" w:hAnchor="page" w:x="1592" w:y="-194"/>
                    <w:rPr>
                      <w:sz w:val="20"/>
                      <w:szCs w:val="20"/>
                    </w:rPr>
                  </w:pPr>
                  <w:r w:rsidRPr="00525F88">
                    <w:rPr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17331E" w:rsidRPr="00525F88" w:rsidRDefault="0017331E" w:rsidP="00CC2316">
                  <w:pPr>
                    <w:pStyle w:val="a6"/>
                    <w:framePr w:hSpace="180" w:wrap="around" w:vAnchor="text" w:hAnchor="page" w:x="1592" w:y="-194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E22F6" w:rsidRPr="00AC6E75" w:rsidRDefault="000E22F6" w:rsidP="00B67001">
            <w:pPr>
              <w:pStyle w:val="a6"/>
              <w:rPr>
                <w:sz w:val="12"/>
                <w:szCs w:val="12"/>
              </w:rPr>
            </w:pPr>
            <w:r w:rsidRPr="00AC6E7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vMerge/>
            <w:shd w:val="clear" w:color="auto" w:fill="auto"/>
          </w:tcPr>
          <w:p w:rsidR="000E22F6" w:rsidRDefault="000E22F6" w:rsidP="00B67001">
            <w:pPr>
              <w:pStyle w:val="a6"/>
            </w:pPr>
          </w:p>
        </w:tc>
      </w:tr>
    </w:tbl>
    <w:p w:rsidR="007A3D5B" w:rsidRDefault="007A3D5B" w:rsidP="00541802">
      <w:pPr>
        <w:rPr>
          <w:sz w:val="28"/>
          <w:szCs w:val="28"/>
        </w:rPr>
      </w:pPr>
    </w:p>
    <w:p w:rsidR="00A51FAB" w:rsidRDefault="00A51FAB" w:rsidP="00541802">
      <w:pPr>
        <w:rPr>
          <w:sz w:val="28"/>
          <w:szCs w:val="28"/>
        </w:rPr>
      </w:pPr>
    </w:p>
    <w:p w:rsidR="00A51FAB" w:rsidRPr="00B35305" w:rsidRDefault="00A51FAB" w:rsidP="00541802">
      <w:pPr>
        <w:rPr>
          <w:sz w:val="28"/>
          <w:szCs w:val="28"/>
        </w:rPr>
      </w:pPr>
    </w:p>
    <w:p w:rsidR="00A51FAB" w:rsidRPr="00A51FAB" w:rsidRDefault="00D82BB6" w:rsidP="00A51FAB">
      <w:pPr>
        <w:jc w:val="center"/>
        <w:rPr>
          <w:rFonts w:eastAsiaTheme="minorEastAsia" w:cs="Times New Roman"/>
          <w:kern w:val="0"/>
          <w:sz w:val="28"/>
          <w:szCs w:val="28"/>
          <w:lang w:eastAsia="ru-RU" w:bidi="ar-SA"/>
        </w:rPr>
      </w:pPr>
      <w:r>
        <w:rPr>
          <w:rFonts w:cs="Times New Roman"/>
        </w:rPr>
        <w:t xml:space="preserve">               </w:t>
      </w:r>
      <w:r w:rsidR="00A51FAB" w:rsidRPr="00A51FAB">
        <w:rPr>
          <w:rFonts w:eastAsiaTheme="minorEastAsia" w:cs="Times New Roman"/>
          <w:kern w:val="0"/>
          <w:sz w:val="28"/>
          <w:szCs w:val="28"/>
          <w:lang w:eastAsia="ru-RU" w:bidi="ar-SA"/>
        </w:rPr>
        <w:t>Уважаемый руководитель!</w:t>
      </w:r>
    </w:p>
    <w:p w:rsidR="00A51FAB" w:rsidRPr="00A51FAB" w:rsidRDefault="00A51FAB" w:rsidP="00A51FAB">
      <w:pPr>
        <w:widowControl/>
        <w:suppressAutoHyphens w:val="0"/>
        <w:jc w:val="center"/>
        <w:rPr>
          <w:rFonts w:eastAsiaTheme="minorEastAsia" w:cs="Times New Roman"/>
          <w:kern w:val="0"/>
          <w:sz w:val="28"/>
          <w:szCs w:val="28"/>
          <w:lang w:eastAsia="ru-RU" w:bidi="ar-SA"/>
        </w:rPr>
      </w:pPr>
    </w:p>
    <w:p w:rsidR="00225AE5" w:rsidRDefault="00A51FAB" w:rsidP="00225AE5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AE5">
        <w:rPr>
          <w:rFonts w:ascii="Times New Roman" w:eastAsiaTheme="minorEastAsia" w:hAnsi="Times New Roman" w:cs="Times New Roman"/>
          <w:sz w:val="28"/>
          <w:szCs w:val="28"/>
        </w:rPr>
        <w:t>Управление образования администрации муниципального образования «Город Астрахань»</w:t>
      </w:r>
      <w:r w:rsidR="00772BA1" w:rsidRPr="00225AE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E1405" w:rsidRPr="00225AE5">
        <w:rPr>
          <w:rFonts w:ascii="Times New Roman" w:eastAsiaTheme="minorEastAsia" w:hAnsi="Times New Roman" w:cs="Times New Roman"/>
          <w:sz w:val="28"/>
          <w:szCs w:val="28"/>
        </w:rPr>
        <w:t>направляет Вам</w:t>
      </w:r>
      <w:r w:rsidR="00CC231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C2316">
        <w:rPr>
          <w:rFonts w:ascii="Times New Roman" w:hAnsi="Times New Roman" w:cs="Times New Roman"/>
          <w:sz w:val="28"/>
          <w:szCs w:val="28"/>
        </w:rPr>
        <w:t>приказ о проведении</w:t>
      </w:r>
      <w:r w:rsidR="00225AE5" w:rsidRPr="00225AE5">
        <w:rPr>
          <w:rFonts w:ascii="Times New Roman" w:hAnsi="Times New Roman" w:cs="Times New Roman"/>
          <w:sz w:val="28"/>
          <w:szCs w:val="28"/>
        </w:rPr>
        <w:t xml:space="preserve"> муниципального этапа всероссийской олимпиады школьников в городе</w:t>
      </w:r>
      <w:r w:rsidR="00225AE5" w:rsidRPr="00225AE5">
        <w:rPr>
          <w:rFonts w:cs="Times New Roman"/>
          <w:sz w:val="28"/>
          <w:szCs w:val="28"/>
        </w:rPr>
        <w:t xml:space="preserve"> </w:t>
      </w:r>
      <w:r w:rsidR="00225AE5" w:rsidRPr="00225AE5">
        <w:rPr>
          <w:rFonts w:ascii="Times New Roman" w:hAnsi="Times New Roman" w:cs="Times New Roman"/>
          <w:sz w:val="28"/>
          <w:szCs w:val="28"/>
        </w:rPr>
        <w:t>Астрахани</w:t>
      </w:r>
      <w:r w:rsidR="00225AE5">
        <w:rPr>
          <w:rFonts w:ascii="Times New Roman" w:hAnsi="Times New Roman" w:cs="Times New Roman"/>
          <w:sz w:val="28"/>
          <w:szCs w:val="28"/>
        </w:rPr>
        <w:t xml:space="preserve"> </w:t>
      </w:r>
      <w:r w:rsidR="00CC2316">
        <w:rPr>
          <w:rFonts w:ascii="Times New Roman" w:hAnsi="Times New Roman" w:cs="Times New Roman"/>
          <w:sz w:val="28"/>
          <w:szCs w:val="28"/>
        </w:rPr>
        <w:t>в 2023-2024</w:t>
      </w:r>
      <w:r w:rsidR="00225AE5" w:rsidRPr="00225AE5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 w:rsidR="00266F29">
        <w:rPr>
          <w:rFonts w:ascii="Times New Roman" w:hAnsi="Times New Roman" w:cs="Times New Roman"/>
          <w:sz w:val="28"/>
          <w:szCs w:val="28"/>
        </w:rPr>
        <w:t xml:space="preserve"> (далее – Олимпиада) для организации соответствующей работы.</w:t>
      </w:r>
    </w:p>
    <w:p w:rsidR="00225AE5" w:rsidRPr="00225AE5" w:rsidRDefault="00225AE5" w:rsidP="00225AE5">
      <w:pPr>
        <w:pStyle w:val="ad"/>
        <w:ind w:firstLine="709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Примерный график проведения Олимпиады и квота участников Олимпиады Вам уже были направлены раннее. Олимпиада по всем предметам будет проходить на базе вверенной Вам общеобразовательной организации. </w:t>
      </w:r>
      <w:r w:rsidRPr="00225AE5">
        <w:rPr>
          <w:rFonts w:ascii="Times New Roman" w:hAnsi="Times New Roman" w:cs="Times New Roman"/>
          <w:b/>
          <w:sz w:val="28"/>
          <w:szCs w:val="28"/>
        </w:rPr>
        <w:t>Начало Олимпиады в 10-00</w:t>
      </w:r>
      <w:r>
        <w:rPr>
          <w:rFonts w:ascii="Times New Roman" w:hAnsi="Times New Roman" w:cs="Times New Roman"/>
          <w:sz w:val="28"/>
          <w:szCs w:val="28"/>
        </w:rPr>
        <w:t>. Задания будут рассылаться на адрес электронной поч</w:t>
      </w:r>
      <w:r w:rsidR="00286B44">
        <w:rPr>
          <w:rFonts w:ascii="Times New Roman" w:hAnsi="Times New Roman" w:cs="Times New Roman"/>
          <w:sz w:val="28"/>
          <w:szCs w:val="28"/>
        </w:rPr>
        <w:t xml:space="preserve">ты образовательного учреждения </w:t>
      </w:r>
      <w:r w:rsidR="00266F29">
        <w:rPr>
          <w:rFonts w:ascii="Times New Roman" w:hAnsi="Times New Roman" w:cs="Times New Roman"/>
          <w:sz w:val="28"/>
          <w:szCs w:val="28"/>
        </w:rPr>
        <w:t>в 8.30 после получения из министерства образования и науки Астраханской области.</w:t>
      </w:r>
    </w:p>
    <w:p w:rsidR="00445217" w:rsidRDefault="0051307F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  <w:r>
        <w:rPr>
          <w:rFonts w:eastAsiaTheme="minorEastAsia" w:cs="Times New Roman"/>
          <w:kern w:val="0"/>
          <w:sz w:val="20"/>
          <w:szCs w:val="20"/>
          <w:lang w:eastAsia="ru-RU" w:bidi="ar-SA"/>
        </w:rPr>
        <w:t xml:space="preserve">  </w:t>
      </w:r>
    </w:p>
    <w:p w:rsidR="00CE1405" w:rsidRDefault="00CE1405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</w:p>
    <w:p w:rsidR="0051307F" w:rsidRDefault="0051307F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</w:p>
    <w:p w:rsidR="0065039E" w:rsidRDefault="0065039E" w:rsidP="00CE1405">
      <w:pPr>
        <w:widowControl/>
        <w:suppressAutoHyphens w:val="0"/>
        <w:contextualSpacing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>Начальник отдела по организационно-</w:t>
      </w:r>
    </w:p>
    <w:p w:rsidR="00CE1405" w:rsidRPr="00CE1405" w:rsidRDefault="0065039E" w:rsidP="00CE1405">
      <w:pPr>
        <w:widowControl/>
        <w:suppressAutoHyphens w:val="0"/>
        <w:contextualSpacing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kern w:val="0"/>
          <w:sz w:val="28"/>
          <w:szCs w:val="28"/>
          <w:lang w:eastAsia="en-US" w:bidi="ar-SA"/>
        </w:rPr>
        <w:t>методической работе                                                              Е.В. Тюрина</w:t>
      </w:r>
    </w:p>
    <w:p w:rsidR="00445217" w:rsidRDefault="00445217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</w:p>
    <w:p w:rsidR="00445217" w:rsidRDefault="00445217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</w:p>
    <w:p w:rsidR="00445217" w:rsidRDefault="00445217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</w:p>
    <w:p w:rsidR="00445217" w:rsidRDefault="00445217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</w:p>
    <w:p w:rsidR="00445217" w:rsidRDefault="00445217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</w:p>
    <w:p w:rsidR="0053726F" w:rsidRDefault="0053726F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</w:p>
    <w:p w:rsidR="008B7FC0" w:rsidRDefault="008B7FC0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</w:p>
    <w:p w:rsidR="008B7FC0" w:rsidRDefault="008B7FC0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</w:p>
    <w:p w:rsidR="00331779" w:rsidRDefault="00331779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</w:p>
    <w:p w:rsidR="00331779" w:rsidRDefault="00331779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</w:p>
    <w:p w:rsidR="00331779" w:rsidRDefault="00331779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</w:p>
    <w:p w:rsidR="00331779" w:rsidRDefault="00331779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</w:p>
    <w:p w:rsidR="00CC2316" w:rsidRDefault="00CC2316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</w:p>
    <w:p w:rsidR="00A51FAB" w:rsidRPr="00A51FAB" w:rsidRDefault="00A51FAB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  <w:bookmarkStart w:id="0" w:name="_GoBack"/>
      <w:bookmarkEnd w:id="0"/>
      <w:r w:rsidRPr="00A51FAB">
        <w:rPr>
          <w:rFonts w:eastAsiaTheme="minorEastAsia" w:cs="Times New Roman"/>
          <w:kern w:val="0"/>
          <w:sz w:val="20"/>
          <w:szCs w:val="20"/>
          <w:lang w:eastAsia="ru-RU" w:bidi="ar-SA"/>
        </w:rPr>
        <w:t xml:space="preserve">Л.В. </w:t>
      </w:r>
      <w:proofErr w:type="spellStart"/>
      <w:r w:rsidRPr="00A51FAB">
        <w:rPr>
          <w:rFonts w:eastAsiaTheme="minorEastAsia" w:cs="Times New Roman"/>
          <w:kern w:val="0"/>
          <w:sz w:val="20"/>
          <w:szCs w:val="20"/>
          <w:lang w:eastAsia="ru-RU" w:bidi="ar-SA"/>
        </w:rPr>
        <w:t>Кострыкина</w:t>
      </w:r>
      <w:proofErr w:type="spellEnd"/>
    </w:p>
    <w:p w:rsidR="00A51FAB" w:rsidRPr="00A51FAB" w:rsidRDefault="00A51FAB" w:rsidP="00BB50AA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</w:pPr>
      <w:r w:rsidRPr="00A51FAB">
        <w:rPr>
          <w:rFonts w:eastAsiaTheme="minorEastAsia" w:cs="Times New Roman"/>
          <w:kern w:val="0"/>
          <w:sz w:val="20"/>
          <w:szCs w:val="20"/>
          <w:lang w:eastAsia="ru-RU" w:bidi="ar-SA"/>
        </w:rPr>
        <w:t>51-84-32</w:t>
      </w:r>
    </w:p>
    <w:p w:rsidR="00A51FAB" w:rsidRPr="00A51FAB" w:rsidRDefault="00A51FAB" w:rsidP="00A51FAB">
      <w:pPr>
        <w:widowControl/>
        <w:suppressAutoHyphens w:val="0"/>
        <w:rPr>
          <w:rFonts w:eastAsiaTheme="minorEastAsia" w:cs="Times New Roman"/>
          <w:kern w:val="0"/>
          <w:sz w:val="20"/>
          <w:szCs w:val="20"/>
          <w:lang w:eastAsia="ru-RU" w:bidi="ar-SA"/>
        </w:rPr>
        <w:sectPr w:rsidR="00A51FAB" w:rsidRPr="00A51FAB" w:rsidSect="00193D30">
          <w:pgSz w:w="11906" w:h="16838"/>
          <w:pgMar w:top="1134" w:right="567" w:bottom="567" w:left="1985" w:header="709" w:footer="709" w:gutter="0"/>
          <w:cols w:space="708"/>
          <w:docGrid w:linePitch="360"/>
        </w:sectPr>
      </w:pPr>
    </w:p>
    <w:p w:rsidR="00D82BB6" w:rsidRDefault="00D82BB6" w:rsidP="00D82BB6">
      <w:pPr>
        <w:rPr>
          <w:rFonts w:cs="Times New Roman"/>
        </w:rPr>
      </w:pPr>
      <w:r>
        <w:rPr>
          <w:rFonts w:cs="Times New Roman"/>
        </w:rPr>
        <w:lastRenderedPageBreak/>
        <w:t xml:space="preserve">                                                            </w:t>
      </w:r>
    </w:p>
    <w:p w:rsidR="00AF15DB" w:rsidRDefault="00AF15DB" w:rsidP="00D82BB6">
      <w:pPr>
        <w:rPr>
          <w:rFonts w:cs="Times New Roman"/>
        </w:rPr>
      </w:pPr>
    </w:p>
    <w:p w:rsidR="00A00F25" w:rsidRPr="006632C1" w:rsidRDefault="00D82BB6" w:rsidP="00A00F25">
      <w:pPr>
        <w:rPr>
          <w:rFonts w:cs="Times New Roman"/>
          <w:sz w:val="16"/>
          <w:szCs w:val="16"/>
        </w:rPr>
      </w:pPr>
      <w:r>
        <w:rPr>
          <w:rFonts w:cs="Times New Roman"/>
        </w:rPr>
        <w:t xml:space="preserve">                                   </w:t>
      </w:r>
    </w:p>
    <w:p w:rsidR="006632C1" w:rsidRPr="006632C1" w:rsidRDefault="006632C1" w:rsidP="006632C1">
      <w:pPr>
        <w:rPr>
          <w:rFonts w:cs="Times New Roman"/>
          <w:sz w:val="16"/>
          <w:szCs w:val="16"/>
        </w:rPr>
      </w:pPr>
    </w:p>
    <w:sectPr w:rsidR="006632C1" w:rsidRPr="006632C1" w:rsidSect="002E0018">
      <w:pgSz w:w="11906" w:h="16838"/>
      <w:pgMar w:top="851" w:right="567" w:bottom="289" w:left="1985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B67"/>
    <w:rsid w:val="00007E32"/>
    <w:rsid w:val="00016DC8"/>
    <w:rsid w:val="000205DE"/>
    <w:rsid w:val="000246E8"/>
    <w:rsid w:val="0002721D"/>
    <w:rsid w:val="0002777A"/>
    <w:rsid w:val="000306D6"/>
    <w:rsid w:val="000360DF"/>
    <w:rsid w:val="00041AC8"/>
    <w:rsid w:val="0004633D"/>
    <w:rsid w:val="0004703E"/>
    <w:rsid w:val="00050778"/>
    <w:rsid w:val="00056331"/>
    <w:rsid w:val="000704F1"/>
    <w:rsid w:val="000717F4"/>
    <w:rsid w:val="0007677D"/>
    <w:rsid w:val="000808AD"/>
    <w:rsid w:val="00082577"/>
    <w:rsid w:val="0008698B"/>
    <w:rsid w:val="000917B8"/>
    <w:rsid w:val="00097A6E"/>
    <w:rsid w:val="000A3157"/>
    <w:rsid w:val="000B1079"/>
    <w:rsid w:val="000B305A"/>
    <w:rsid w:val="000B3D9E"/>
    <w:rsid w:val="000B6043"/>
    <w:rsid w:val="000B7996"/>
    <w:rsid w:val="000C19CF"/>
    <w:rsid w:val="000C7F97"/>
    <w:rsid w:val="000D724D"/>
    <w:rsid w:val="000D7DD4"/>
    <w:rsid w:val="000E1773"/>
    <w:rsid w:val="000E1ECE"/>
    <w:rsid w:val="000E22F6"/>
    <w:rsid w:val="000E7E1C"/>
    <w:rsid w:val="000F1606"/>
    <w:rsid w:val="000F2828"/>
    <w:rsid w:val="000F6479"/>
    <w:rsid w:val="001038B3"/>
    <w:rsid w:val="0010797C"/>
    <w:rsid w:val="001139B5"/>
    <w:rsid w:val="00122716"/>
    <w:rsid w:val="00124986"/>
    <w:rsid w:val="00124B62"/>
    <w:rsid w:val="001265DD"/>
    <w:rsid w:val="0013156A"/>
    <w:rsid w:val="00153496"/>
    <w:rsid w:val="001609D9"/>
    <w:rsid w:val="00162403"/>
    <w:rsid w:val="00163232"/>
    <w:rsid w:val="00163A1C"/>
    <w:rsid w:val="0017331E"/>
    <w:rsid w:val="00181DB3"/>
    <w:rsid w:val="00184C29"/>
    <w:rsid w:val="00184E0D"/>
    <w:rsid w:val="00190EF2"/>
    <w:rsid w:val="001935FA"/>
    <w:rsid w:val="001955B7"/>
    <w:rsid w:val="001A0E3D"/>
    <w:rsid w:val="001A1121"/>
    <w:rsid w:val="001A37F0"/>
    <w:rsid w:val="001A482D"/>
    <w:rsid w:val="001A5275"/>
    <w:rsid w:val="001A6EDF"/>
    <w:rsid w:val="001C3AC4"/>
    <w:rsid w:val="001C6594"/>
    <w:rsid w:val="001E62A6"/>
    <w:rsid w:val="00202332"/>
    <w:rsid w:val="00211D61"/>
    <w:rsid w:val="00216422"/>
    <w:rsid w:val="00217126"/>
    <w:rsid w:val="00225AE5"/>
    <w:rsid w:val="00230B3D"/>
    <w:rsid w:val="00231BC9"/>
    <w:rsid w:val="002327BC"/>
    <w:rsid w:val="0023542F"/>
    <w:rsid w:val="002363D6"/>
    <w:rsid w:val="002458F3"/>
    <w:rsid w:val="00245E96"/>
    <w:rsid w:val="0024795E"/>
    <w:rsid w:val="00256043"/>
    <w:rsid w:val="002565A7"/>
    <w:rsid w:val="00257223"/>
    <w:rsid w:val="00262350"/>
    <w:rsid w:val="002649D4"/>
    <w:rsid w:val="00265334"/>
    <w:rsid w:val="002663A7"/>
    <w:rsid w:val="00266F29"/>
    <w:rsid w:val="002755BA"/>
    <w:rsid w:val="00281D04"/>
    <w:rsid w:val="00284F09"/>
    <w:rsid w:val="00285681"/>
    <w:rsid w:val="002858C7"/>
    <w:rsid w:val="00286B44"/>
    <w:rsid w:val="00294C68"/>
    <w:rsid w:val="002A04F4"/>
    <w:rsid w:val="002A1FB8"/>
    <w:rsid w:val="002A6501"/>
    <w:rsid w:val="002A7095"/>
    <w:rsid w:val="002A7A73"/>
    <w:rsid w:val="002C59C8"/>
    <w:rsid w:val="002D0D8A"/>
    <w:rsid w:val="002D2F9F"/>
    <w:rsid w:val="002D3ED8"/>
    <w:rsid w:val="002E0018"/>
    <w:rsid w:val="002E14CB"/>
    <w:rsid w:val="002E14E3"/>
    <w:rsid w:val="002F088E"/>
    <w:rsid w:val="00305B42"/>
    <w:rsid w:val="003073B2"/>
    <w:rsid w:val="00311263"/>
    <w:rsid w:val="003124EF"/>
    <w:rsid w:val="003133A2"/>
    <w:rsid w:val="0031355A"/>
    <w:rsid w:val="00316502"/>
    <w:rsid w:val="003250C5"/>
    <w:rsid w:val="0033103A"/>
    <w:rsid w:val="0033153F"/>
    <w:rsid w:val="003315A2"/>
    <w:rsid w:val="00331779"/>
    <w:rsid w:val="003444F8"/>
    <w:rsid w:val="00346BB7"/>
    <w:rsid w:val="00357B85"/>
    <w:rsid w:val="003903EB"/>
    <w:rsid w:val="00393937"/>
    <w:rsid w:val="003A2AB3"/>
    <w:rsid w:val="003B076B"/>
    <w:rsid w:val="003B22EE"/>
    <w:rsid w:val="003B23E4"/>
    <w:rsid w:val="003B2E46"/>
    <w:rsid w:val="003C444B"/>
    <w:rsid w:val="003D2172"/>
    <w:rsid w:val="003D44E1"/>
    <w:rsid w:val="003E13AA"/>
    <w:rsid w:val="003E35AA"/>
    <w:rsid w:val="003F0F40"/>
    <w:rsid w:val="00403C8D"/>
    <w:rsid w:val="00404A6F"/>
    <w:rsid w:val="0040726E"/>
    <w:rsid w:val="004072F4"/>
    <w:rsid w:val="004103FE"/>
    <w:rsid w:val="0041301D"/>
    <w:rsid w:val="00413779"/>
    <w:rsid w:val="004147F5"/>
    <w:rsid w:val="00415095"/>
    <w:rsid w:val="00415A71"/>
    <w:rsid w:val="00420836"/>
    <w:rsid w:val="00425F8E"/>
    <w:rsid w:val="0043088F"/>
    <w:rsid w:val="004312F2"/>
    <w:rsid w:val="004316C7"/>
    <w:rsid w:val="00433525"/>
    <w:rsid w:val="00435FA0"/>
    <w:rsid w:val="0043765D"/>
    <w:rsid w:val="00437D2A"/>
    <w:rsid w:val="00445217"/>
    <w:rsid w:val="00445410"/>
    <w:rsid w:val="00453071"/>
    <w:rsid w:val="00456D79"/>
    <w:rsid w:val="00457D4E"/>
    <w:rsid w:val="00484C76"/>
    <w:rsid w:val="004A0207"/>
    <w:rsid w:val="004A7CC8"/>
    <w:rsid w:val="004B307F"/>
    <w:rsid w:val="004B6A55"/>
    <w:rsid w:val="004C043F"/>
    <w:rsid w:val="004C4A7B"/>
    <w:rsid w:val="004D1E25"/>
    <w:rsid w:val="004D2EB8"/>
    <w:rsid w:val="004D31F0"/>
    <w:rsid w:val="004E395E"/>
    <w:rsid w:val="004F5290"/>
    <w:rsid w:val="004F68F1"/>
    <w:rsid w:val="004F6E15"/>
    <w:rsid w:val="00501BE4"/>
    <w:rsid w:val="00502810"/>
    <w:rsid w:val="0050308C"/>
    <w:rsid w:val="00505310"/>
    <w:rsid w:val="00507B64"/>
    <w:rsid w:val="0051307F"/>
    <w:rsid w:val="0051471E"/>
    <w:rsid w:val="00521B9B"/>
    <w:rsid w:val="00523643"/>
    <w:rsid w:val="00525F88"/>
    <w:rsid w:val="00530331"/>
    <w:rsid w:val="0053061B"/>
    <w:rsid w:val="005348B2"/>
    <w:rsid w:val="0053726F"/>
    <w:rsid w:val="00537E22"/>
    <w:rsid w:val="005408CB"/>
    <w:rsid w:val="00541802"/>
    <w:rsid w:val="00545D22"/>
    <w:rsid w:val="00550EA6"/>
    <w:rsid w:val="00556545"/>
    <w:rsid w:val="005565BA"/>
    <w:rsid w:val="00575C24"/>
    <w:rsid w:val="0057697D"/>
    <w:rsid w:val="005819C1"/>
    <w:rsid w:val="00582162"/>
    <w:rsid w:val="005B120F"/>
    <w:rsid w:val="005B3B9F"/>
    <w:rsid w:val="005C2033"/>
    <w:rsid w:val="005C2524"/>
    <w:rsid w:val="005C7B13"/>
    <w:rsid w:val="005D0BDA"/>
    <w:rsid w:val="005D1D82"/>
    <w:rsid w:val="005D35D2"/>
    <w:rsid w:val="005D794B"/>
    <w:rsid w:val="005E3FF4"/>
    <w:rsid w:val="005F3647"/>
    <w:rsid w:val="005F5876"/>
    <w:rsid w:val="00604577"/>
    <w:rsid w:val="006069F2"/>
    <w:rsid w:val="006100D5"/>
    <w:rsid w:val="00610E9E"/>
    <w:rsid w:val="00614020"/>
    <w:rsid w:val="00616079"/>
    <w:rsid w:val="0061631C"/>
    <w:rsid w:val="00617000"/>
    <w:rsid w:val="00623BFC"/>
    <w:rsid w:val="00625D85"/>
    <w:rsid w:val="00634E40"/>
    <w:rsid w:val="00640F17"/>
    <w:rsid w:val="00642914"/>
    <w:rsid w:val="00643DEF"/>
    <w:rsid w:val="0065039E"/>
    <w:rsid w:val="00653DB3"/>
    <w:rsid w:val="006632C1"/>
    <w:rsid w:val="00665C2A"/>
    <w:rsid w:val="00671CEB"/>
    <w:rsid w:val="00686CE9"/>
    <w:rsid w:val="00692A11"/>
    <w:rsid w:val="006A3AE3"/>
    <w:rsid w:val="006A51BF"/>
    <w:rsid w:val="006A6CED"/>
    <w:rsid w:val="006B2F82"/>
    <w:rsid w:val="006B3920"/>
    <w:rsid w:val="006B3B3C"/>
    <w:rsid w:val="006B70D5"/>
    <w:rsid w:val="006B7CC6"/>
    <w:rsid w:val="006C2AE8"/>
    <w:rsid w:val="006C4316"/>
    <w:rsid w:val="006C6016"/>
    <w:rsid w:val="006C781E"/>
    <w:rsid w:val="006D2893"/>
    <w:rsid w:val="006D4BEE"/>
    <w:rsid w:val="006E590A"/>
    <w:rsid w:val="006E59A1"/>
    <w:rsid w:val="006E6BD3"/>
    <w:rsid w:val="006E705D"/>
    <w:rsid w:val="006F3BA3"/>
    <w:rsid w:val="0070166C"/>
    <w:rsid w:val="0070296C"/>
    <w:rsid w:val="007048BE"/>
    <w:rsid w:val="00704C46"/>
    <w:rsid w:val="0070531B"/>
    <w:rsid w:val="0070763D"/>
    <w:rsid w:val="007111A7"/>
    <w:rsid w:val="00715890"/>
    <w:rsid w:val="007158F6"/>
    <w:rsid w:val="00715DEB"/>
    <w:rsid w:val="00716C80"/>
    <w:rsid w:val="0072109C"/>
    <w:rsid w:val="00721F81"/>
    <w:rsid w:val="00722243"/>
    <w:rsid w:val="007241C6"/>
    <w:rsid w:val="00724370"/>
    <w:rsid w:val="00724637"/>
    <w:rsid w:val="0073784C"/>
    <w:rsid w:val="00740A1F"/>
    <w:rsid w:val="007434FC"/>
    <w:rsid w:val="00752D2C"/>
    <w:rsid w:val="007559B2"/>
    <w:rsid w:val="0075710B"/>
    <w:rsid w:val="007643C9"/>
    <w:rsid w:val="00772BA1"/>
    <w:rsid w:val="00787B89"/>
    <w:rsid w:val="00795CAD"/>
    <w:rsid w:val="007A3D5B"/>
    <w:rsid w:val="007B7E25"/>
    <w:rsid w:val="007C1769"/>
    <w:rsid w:val="007C1A94"/>
    <w:rsid w:val="007C7A2E"/>
    <w:rsid w:val="007D2A87"/>
    <w:rsid w:val="007D4454"/>
    <w:rsid w:val="007F341E"/>
    <w:rsid w:val="007F41A2"/>
    <w:rsid w:val="007F5214"/>
    <w:rsid w:val="00801EFF"/>
    <w:rsid w:val="0080264B"/>
    <w:rsid w:val="00807020"/>
    <w:rsid w:val="00816C1C"/>
    <w:rsid w:val="00822C4D"/>
    <w:rsid w:val="00823030"/>
    <w:rsid w:val="0083439F"/>
    <w:rsid w:val="0083528B"/>
    <w:rsid w:val="00847D38"/>
    <w:rsid w:val="00851A8F"/>
    <w:rsid w:val="00852B9F"/>
    <w:rsid w:val="00857949"/>
    <w:rsid w:val="00860BEF"/>
    <w:rsid w:val="00862649"/>
    <w:rsid w:val="00872153"/>
    <w:rsid w:val="00872CDA"/>
    <w:rsid w:val="008745FC"/>
    <w:rsid w:val="00874D20"/>
    <w:rsid w:val="00881315"/>
    <w:rsid w:val="008815C7"/>
    <w:rsid w:val="00882F7A"/>
    <w:rsid w:val="00891BEC"/>
    <w:rsid w:val="008968FA"/>
    <w:rsid w:val="008A3542"/>
    <w:rsid w:val="008A50DB"/>
    <w:rsid w:val="008B0048"/>
    <w:rsid w:val="008B67D0"/>
    <w:rsid w:val="008B7FC0"/>
    <w:rsid w:val="008C25CD"/>
    <w:rsid w:val="008C4A0B"/>
    <w:rsid w:val="008D060D"/>
    <w:rsid w:val="008D2042"/>
    <w:rsid w:val="008D71E6"/>
    <w:rsid w:val="008E0961"/>
    <w:rsid w:val="008E2A8E"/>
    <w:rsid w:val="008F3926"/>
    <w:rsid w:val="008F5C1B"/>
    <w:rsid w:val="008F6CCC"/>
    <w:rsid w:val="009006AC"/>
    <w:rsid w:val="00910BC5"/>
    <w:rsid w:val="00921591"/>
    <w:rsid w:val="00931B89"/>
    <w:rsid w:val="00936185"/>
    <w:rsid w:val="00936C55"/>
    <w:rsid w:val="00941006"/>
    <w:rsid w:val="009434D2"/>
    <w:rsid w:val="00944E2F"/>
    <w:rsid w:val="009468D7"/>
    <w:rsid w:val="00950BE5"/>
    <w:rsid w:val="009565A4"/>
    <w:rsid w:val="00956837"/>
    <w:rsid w:val="009573A3"/>
    <w:rsid w:val="00962941"/>
    <w:rsid w:val="009657EB"/>
    <w:rsid w:val="009728D3"/>
    <w:rsid w:val="00972EC9"/>
    <w:rsid w:val="00973EC8"/>
    <w:rsid w:val="0098118F"/>
    <w:rsid w:val="009816CF"/>
    <w:rsid w:val="009819EB"/>
    <w:rsid w:val="00986830"/>
    <w:rsid w:val="00986CAA"/>
    <w:rsid w:val="009A2248"/>
    <w:rsid w:val="009A4F4D"/>
    <w:rsid w:val="009A5AE6"/>
    <w:rsid w:val="009A78BD"/>
    <w:rsid w:val="009C245E"/>
    <w:rsid w:val="009C5F03"/>
    <w:rsid w:val="009C6CC3"/>
    <w:rsid w:val="009D247A"/>
    <w:rsid w:val="009D3EF5"/>
    <w:rsid w:val="009D429B"/>
    <w:rsid w:val="009D4422"/>
    <w:rsid w:val="009D7B38"/>
    <w:rsid w:val="009E0B67"/>
    <w:rsid w:val="009E1CF6"/>
    <w:rsid w:val="009E3F3B"/>
    <w:rsid w:val="009E52E4"/>
    <w:rsid w:val="009F4A98"/>
    <w:rsid w:val="009F5674"/>
    <w:rsid w:val="00A00F25"/>
    <w:rsid w:val="00A06EB2"/>
    <w:rsid w:val="00A07CE7"/>
    <w:rsid w:val="00A10292"/>
    <w:rsid w:val="00A14506"/>
    <w:rsid w:val="00A20DB8"/>
    <w:rsid w:val="00A22466"/>
    <w:rsid w:val="00A30011"/>
    <w:rsid w:val="00A327EA"/>
    <w:rsid w:val="00A33DB7"/>
    <w:rsid w:val="00A40EC0"/>
    <w:rsid w:val="00A43C97"/>
    <w:rsid w:val="00A4770D"/>
    <w:rsid w:val="00A51FAB"/>
    <w:rsid w:val="00A55B79"/>
    <w:rsid w:val="00A569D8"/>
    <w:rsid w:val="00A6400E"/>
    <w:rsid w:val="00A656F1"/>
    <w:rsid w:val="00A77D6B"/>
    <w:rsid w:val="00A82898"/>
    <w:rsid w:val="00A90A8E"/>
    <w:rsid w:val="00A9421C"/>
    <w:rsid w:val="00A965EE"/>
    <w:rsid w:val="00AA04B6"/>
    <w:rsid w:val="00AA501F"/>
    <w:rsid w:val="00AA6078"/>
    <w:rsid w:val="00AB4D7D"/>
    <w:rsid w:val="00AB51D4"/>
    <w:rsid w:val="00AC6E75"/>
    <w:rsid w:val="00AD2AAD"/>
    <w:rsid w:val="00AD2DAD"/>
    <w:rsid w:val="00AD6A25"/>
    <w:rsid w:val="00AE4BDF"/>
    <w:rsid w:val="00AF0818"/>
    <w:rsid w:val="00AF0DAF"/>
    <w:rsid w:val="00AF10D6"/>
    <w:rsid w:val="00AF15DB"/>
    <w:rsid w:val="00AF1EA3"/>
    <w:rsid w:val="00AF3EA5"/>
    <w:rsid w:val="00B04776"/>
    <w:rsid w:val="00B06952"/>
    <w:rsid w:val="00B13315"/>
    <w:rsid w:val="00B13AE1"/>
    <w:rsid w:val="00B22515"/>
    <w:rsid w:val="00B3328F"/>
    <w:rsid w:val="00B367D5"/>
    <w:rsid w:val="00B534FC"/>
    <w:rsid w:val="00B53718"/>
    <w:rsid w:val="00B55438"/>
    <w:rsid w:val="00B567C1"/>
    <w:rsid w:val="00B56E26"/>
    <w:rsid w:val="00B614C0"/>
    <w:rsid w:val="00B648D6"/>
    <w:rsid w:val="00B6513F"/>
    <w:rsid w:val="00B67001"/>
    <w:rsid w:val="00B6733F"/>
    <w:rsid w:val="00B75B27"/>
    <w:rsid w:val="00B86B08"/>
    <w:rsid w:val="00BA00FF"/>
    <w:rsid w:val="00BA26AF"/>
    <w:rsid w:val="00BA2A44"/>
    <w:rsid w:val="00BA6286"/>
    <w:rsid w:val="00BB02E0"/>
    <w:rsid w:val="00BB50AA"/>
    <w:rsid w:val="00BB6B70"/>
    <w:rsid w:val="00BC1DC3"/>
    <w:rsid w:val="00BC3B00"/>
    <w:rsid w:val="00BC5EB9"/>
    <w:rsid w:val="00BC73DD"/>
    <w:rsid w:val="00BC7B67"/>
    <w:rsid w:val="00BD20C9"/>
    <w:rsid w:val="00BD7700"/>
    <w:rsid w:val="00BE36FC"/>
    <w:rsid w:val="00BE7A24"/>
    <w:rsid w:val="00BF3991"/>
    <w:rsid w:val="00BF604C"/>
    <w:rsid w:val="00C01100"/>
    <w:rsid w:val="00C019FA"/>
    <w:rsid w:val="00C035DD"/>
    <w:rsid w:val="00C10693"/>
    <w:rsid w:val="00C10817"/>
    <w:rsid w:val="00C119AA"/>
    <w:rsid w:val="00C13103"/>
    <w:rsid w:val="00C14E5C"/>
    <w:rsid w:val="00C22202"/>
    <w:rsid w:val="00C22F8B"/>
    <w:rsid w:val="00C361B9"/>
    <w:rsid w:val="00C36F73"/>
    <w:rsid w:val="00C56550"/>
    <w:rsid w:val="00C56687"/>
    <w:rsid w:val="00C70905"/>
    <w:rsid w:val="00C73220"/>
    <w:rsid w:val="00C75240"/>
    <w:rsid w:val="00C9001A"/>
    <w:rsid w:val="00CA6A8B"/>
    <w:rsid w:val="00CC2316"/>
    <w:rsid w:val="00CC2E29"/>
    <w:rsid w:val="00CC3952"/>
    <w:rsid w:val="00CC7B64"/>
    <w:rsid w:val="00CD20D1"/>
    <w:rsid w:val="00CD51E2"/>
    <w:rsid w:val="00CD6034"/>
    <w:rsid w:val="00CE1405"/>
    <w:rsid w:val="00CF37B8"/>
    <w:rsid w:val="00D00DB7"/>
    <w:rsid w:val="00D108C6"/>
    <w:rsid w:val="00D141A1"/>
    <w:rsid w:val="00D263E2"/>
    <w:rsid w:val="00D31F8D"/>
    <w:rsid w:val="00D60FBB"/>
    <w:rsid w:val="00D82BB6"/>
    <w:rsid w:val="00D84190"/>
    <w:rsid w:val="00D955DE"/>
    <w:rsid w:val="00DA21DB"/>
    <w:rsid w:val="00DA53FA"/>
    <w:rsid w:val="00DA7760"/>
    <w:rsid w:val="00DB6E51"/>
    <w:rsid w:val="00DC2F8E"/>
    <w:rsid w:val="00DD12F8"/>
    <w:rsid w:val="00DE3313"/>
    <w:rsid w:val="00DF0DCC"/>
    <w:rsid w:val="00E16101"/>
    <w:rsid w:val="00E302DC"/>
    <w:rsid w:val="00E32685"/>
    <w:rsid w:val="00E44299"/>
    <w:rsid w:val="00E56DE2"/>
    <w:rsid w:val="00E63A28"/>
    <w:rsid w:val="00E6709B"/>
    <w:rsid w:val="00E67232"/>
    <w:rsid w:val="00E71918"/>
    <w:rsid w:val="00E7291B"/>
    <w:rsid w:val="00E734BF"/>
    <w:rsid w:val="00E752F4"/>
    <w:rsid w:val="00E847ED"/>
    <w:rsid w:val="00E85BC4"/>
    <w:rsid w:val="00E95935"/>
    <w:rsid w:val="00E960C5"/>
    <w:rsid w:val="00E96179"/>
    <w:rsid w:val="00E96E57"/>
    <w:rsid w:val="00EA1EBF"/>
    <w:rsid w:val="00EB0DCA"/>
    <w:rsid w:val="00EB23F3"/>
    <w:rsid w:val="00EB46CB"/>
    <w:rsid w:val="00EC1400"/>
    <w:rsid w:val="00ED3738"/>
    <w:rsid w:val="00ED4109"/>
    <w:rsid w:val="00EE7D37"/>
    <w:rsid w:val="00EF3E20"/>
    <w:rsid w:val="00EF3F17"/>
    <w:rsid w:val="00F006EE"/>
    <w:rsid w:val="00F009E8"/>
    <w:rsid w:val="00F01167"/>
    <w:rsid w:val="00F0740C"/>
    <w:rsid w:val="00F13CBC"/>
    <w:rsid w:val="00F14D34"/>
    <w:rsid w:val="00F2198C"/>
    <w:rsid w:val="00F30190"/>
    <w:rsid w:val="00F30B8A"/>
    <w:rsid w:val="00F42409"/>
    <w:rsid w:val="00F642DF"/>
    <w:rsid w:val="00F65229"/>
    <w:rsid w:val="00F71973"/>
    <w:rsid w:val="00F82937"/>
    <w:rsid w:val="00F8769D"/>
    <w:rsid w:val="00F91288"/>
    <w:rsid w:val="00F915B8"/>
    <w:rsid w:val="00F93E88"/>
    <w:rsid w:val="00F97D57"/>
    <w:rsid w:val="00FA1FFD"/>
    <w:rsid w:val="00FA5FC8"/>
    <w:rsid w:val="00FB38E7"/>
    <w:rsid w:val="00FB5FB0"/>
    <w:rsid w:val="00FC4D3E"/>
    <w:rsid w:val="00FD206C"/>
    <w:rsid w:val="00FD4EFF"/>
    <w:rsid w:val="00FD6476"/>
    <w:rsid w:val="00FD6B26"/>
    <w:rsid w:val="00FE22AB"/>
    <w:rsid w:val="00FE4706"/>
    <w:rsid w:val="00FE6003"/>
    <w:rsid w:val="00FF0AC6"/>
    <w:rsid w:val="00FF1664"/>
    <w:rsid w:val="00FF5D05"/>
    <w:rsid w:val="00FF6A33"/>
    <w:rsid w:val="00FF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9737A61-D856-4423-9B6E-0C6A5182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1F"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740A1F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740A1F"/>
    <w:pPr>
      <w:spacing w:after="120"/>
    </w:pPr>
  </w:style>
  <w:style w:type="paragraph" w:styleId="a5">
    <w:name w:val="List"/>
    <w:basedOn w:val="a4"/>
    <w:rsid w:val="00740A1F"/>
  </w:style>
  <w:style w:type="paragraph" w:customStyle="1" w:styleId="1">
    <w:name w:val="Название1"/>
    <w:basedOn w:val="a"/>
    <w:rsid w:val="00740A1F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740A1F"/>
    <w:pPr>
      <w:suppressLineNumbers/>
    </w:pPr>
  </w:style>
  <w:style w:type="paragraph" w:customStyle="1" w:styleId="a6">
    <w:name w:val="Содержимое таблицы"/>
    <w:basedOn w:val="a"/>
    <w:rsid w:val="00740A1F"/>
    <w:pPr>
      <w:suppressLineNumbers/>
    </w:pPr>
  </w:style>
  <w:style w:type="paragraph" w:styleId="a7">
    <w:name w:val="Title"/>
    <w:basedOn w:val="a"/>
    <w:qFormat/>
    <w:rsid w:val="009A5AE6"/>
    <w:pPr>
      <w:widowControl/>
      <w:suppressAutoHyphens w:val="0"/>
      <w:jc w:val="center"/>
    </w:pPr>
    <w:rPr>
      <w:rFonts w:eastAsia="Times New Roman" w:cs="Times New Roman"/>
      <w:b/>
      <w:kern w:val="0"/>
      <w:sz w:val="26"/>
      <w:szCs w:val="20"/>
      <w:lang w:eastAsia="ru-RU" w:bidi="ar-SA"/>
    </w:rPr>
  </w:style>
  <w:style w:type="paragraph" w:styleId="a8">
    <w:name w:val="Balloon Text"/>
    <w:basedOn w:val="a"/>
    <w:semiHidden/>
    <w:rsid w:val="00AD2DAD"/>
    <w:rPr>
      <w:rFonts w:ascii="Tahoma" w:hAnsi="Tahoma"/>
      <w:sz w:val="16"/>
      <w:szCs w:val="16"/>
    </w:rPr>
  </w:style>
  <w:style w:type="table" w:styleId="a9">
    <w:name w:val="Table Grid"/>
    <w:basedOn w:val="a1"/>
    <w:rsid w:val="006A3AE3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rsid w:val="005565B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styleId="ab">
    <w:name w:val="Hyperlink"/>
    <w:basedOn w:val="a0"/>
    <w:uiPriority w:val="99"/>
    <w:unhideWhenUsed/>
    <w:rsid w:val="00D82BB6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8B7FC0"/>
    <w:pPr>
      <w:widowControl/>
      <w:suppressAutoHyphens w:val="0"/>
      <w:ind w:left="720"/>
      <w:contextualSpacing/>
      <w:jc w:val="center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ad">
    <w:name w:val="No Spacing"/>
    <w:uiPriority w:val="1"/>
    <w:qFormat/>
    <w:rsid w:val="00225AE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User\LOCALS~1\Temp\&#1041;&#1083;&#1072;&#1085;&#1082;%20&#1091;&#1087;&#1088;&#1072;&#1074;&#1083;&#1077;&#1085;&#1080;&#1103;%20&#1087;&#1086;%20&#1092;&#1080;&#1079;&#1082;&#1091;&#1083;&#1100;&#1090;&#1091;&#1088;&#1077;%20&#1080;%20&#1089;&#1087;&#1086;&#1088;&#1090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2ED7E-2BCB-4832-BCE6-E393CB5BB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управления по физкультуре и спорту</Template>
  <TotalTime>360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Direkcia</Company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Cherevataya</cp:lastModifiedBy>
  <cp:revision>65</cp:revision>
  <cp:lastPrinted>2022-09-07T04:52:00Z</cp:lastPrinted>
  <dcterms:created xsi:type="dcterms:W3CDTF">2015-04-29T09:15:00Z</dcterms:created>
  <dcterms:modified xsi:type="dcterms:W3CDTF">2023-11-13T04:45:00Z</dcterms:modified>
</cp:coreProperties>
</file>